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2788BD6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047196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51CBF713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047196">
        <w:rPr>
          <w:rFonts w:ascii="Corbel" w:hAnsi="Corbel"/>
        </w:rPr>
        <w:t>1</w:t>
      </w:r>
      <w:r w:rsidR="00182C9E" w:rsidRPr="006F6B94">
        <w:rPr>
          <w:rFonts w:ascii="Corbel" w:hAnsi="Corbel"/>
        </w:rPr>
        <w:t>/202</w:t>
      </w:r>
      <w:r w:rsidR="00047196">
        <w:rPr>
          <w:rFonts w:ascii="Corbel" w:hAnsi="Corbel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56EA9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BC3FF4F" w:rsidR="0085747A" w:rsidRPr="00257A6D" w:rsidRDefault="00257A6D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7A6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B46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3B46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B710FD9" w:rsidR="00015B8F" w:rsidRPr="009C54AE" w:rsidRDefault="00257A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FF4F97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56238236" w:rsidR="006F6B94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1ECCCB82" w:rsidR="00E960BB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1A7F3FF" w14:textId="77777777" w:rsidR="003B4687" w:rsidRDefault="003B4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1C7C0F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CB3B10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429C1A1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5DA61E1C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03020819" w14:textId="5C9C705A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5B4F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7E868177" w14:textId="139B727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5B4F56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39" w:type="dxa"/>
          </w:tcPr>
          <w:p w14:paraId="55135A1B" w14:textId="1C73EFF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257A6D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0E28EAC6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257A6D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439" w:type="dxa"/>
          </w:tcPr>
          <w:p w14:paraId="0247A6CC" w14:textId="316708C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257A6D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257A6D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257A6D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257A6D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257A6D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3E74821B" w:rsidR="0085747A" w:rsidRPr="009C54AE" w:rsidRDefault="003B468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0A2911">
              <w:rPr>
                <w:rFonts w:ascii="Corbel" w:hAnsi="Corbel"/>
                <w:b w:val="0"/>
                <w:smallCaps w:val="0"/>
              </w:rPr>
              <w:t xml:space="preserve">Egzamin pisemny polegający na udzieleniu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18403A" w:rsidR="0085747A" w:rsidRPr="009C54AE" w:rsidRDefault="00257A6D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9C68EC1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85F343B" w:rsidR="00C61DC5" w:rsidRPr="009C54AE" w:rsidRDefault="00257A6D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865C341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008263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IERiGŻ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Maria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F9387" w14:textId="77777777" w:rsidR="00BB5653" w:rsidRDefault="00BB5653" w:rsidP="00C16ABF">
      <w:pPr>
        <w:spacing w:after="0" w:line="240" w:lineRule="auto"/>
      </w:pPr>
      <w:r>
        <w:separator/>
      </w:r>
    </w:p>
  </w:endnote>
  <w:endnote w:type="continuationSeparator" w:id="0">
    <w:p w14:paraId="3E64670D" w14:textId="77777777" w:rsidR="00BB5653" w:rsidRDefault="00BB56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88945" w14:textId="77777777" w:rsidR="00BB5653" w:rsidRDefault="00BB5653" w:rsidP="00C16ABF">
      <w:pPr>
        <w:spacing w:after="0" w:line="240" w:lineRule="auto"/>
      </w:pPr>
      <w:r>
        <w:separator/>
      </w:r>
    </w:p>
  </w:footnote>
  <w:footnote w:type="continuationSeparator" w:id="0">
    <w:p w14:paraId="399161F6" w14:textId="77777777" w:rsidR="00BB5653" w:rsidRDefault="00BB565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196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A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6544"/>
    <w:rsid w:val="007072BA"/>
    <w:rsid w:val="0071620A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653"/>
    <w:rsid w:val="00BC621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5B488A3"/>
    <w:rsid w:val="675DFFE2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8E18D5-6353-4224-B1D0-7161B1A4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E6FEA8-F38F-4EE6-A8A3-3299B9FF9A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1037</Words>
  <Characters>6222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2020-10-14T07:56:00Z</dcterms:created>
  <dcterms:modified xsi:type="dcterms:W3CDTF">2020-12-11T06:00:00Z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